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B9" w:rsidRPr="00BE5712" w:rsidRDefault="009172B9">
      <w:pPr>
        <w:rPr>
          <w:rFonts w:cs="Calibri"/>
          <w:b/>
          <w:sz w:val="28"/>
          <w:szCs w:val="28"/>
        </w:rPr>
      </w:pPr>
      <w:r w:rsidRPr="00BE5712">
        <w:rPr>
          <w:rFonts w:cs="Calibri"/>
          <w:b/>
          <w:sz w:val="28"/>
          <w:szCs w:val="28"/>
        </w:rPr>
        <w:t>Tracklist</w:t>
      </w:r>
    </w:p>
    <w:p w:rsidR="009172B9" w:rsidRPr="00BE5712" w:rsidRDefault="009172B9" w:rsidP="0058646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BE5712">
        <w:rPr>
          <w:rFonts w:cs="Calibri"/>
          <w:sz w:val="24"/>
          <w:szCs w:val="24"/>
        </w:rPr>
        <w:t>Lies Inside</w:t>
      </w:r>
    </w:p>
    <w:p w:rsidR="009172B9" w:rsidRPr="00BE5712" w:rsidRDefault="009172B9" w:rsidP="0058646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BE5712">
        <w:rPr>
          <w:rFonts w:cs="Calibri"/>
          <w:sz w:val="24"/>
          <w:szCs w:val="24"/>
        </w:rPr>
        <w:t>We Are</w:t>
      </w:r>
    </w:p>
    <w:p w:rsidR="009172B9" w:rsidRPr="00BE5712" w:rsidRDefault="009172B9" w:rsidP="0058646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BE5712">
        <w:rPr>
          <w:rFonts w:cs="Calibri"/>
          <w:sz w:val="24"/>
          <w:szCs w:val="24"/>
        </w:rPr>
        <w:t>Absorbed To Core</w:t>
      </w:r>
    </w:p>
    <w:p w:rsidR="009172B9" w:rsidRPr="00BE5712" w:rsidRDefault="009172B9" w:rsidP="0058646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BE5712">
        <w:rPr>
          <w:rFonts w:cs="Calibri"/>
          <w:sz w:val="24"/>
          <w:szCs w:val="24"/>
        </w:rPr>
        <w:t>Burn My Soul</w:t>
      </w:r>
    </w:p>
    <w:p w:rsidR="009172B9" w:rsidRPr="00BE5712" w:rsidRDefault="009172B9" w:rsidP="0058646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BE5712">
        <w:rPr>
          <w:rFonts w:cs="Calibri"/>
          <w:sz w:val="24"/>
          <w:szCs w:val="24"/>
        </w:rPr>
        <w:t>Two Of Me</w:t>
      </w:r>
    </w:p>
    <w:p w:rsidR="009172B9" w:rsidRPr="00BE5712" w:rsidRDefault="009172B9" w:rsidP="0058646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BE5712">
        <w:rPr>
          <w:rFonts w:cs="Calibri"/>
          <w:sz w:val="24"/>
          <w:szCs w:val="24"/>
        </w:rPr>
        <w:t>Be It My Will</w:t>
      </w:r>
    </w:p>
    <w:p w:rsidR="009172B9" w:rsidRPr="00BE5712" w:rsidRDefault="009172B9" w:rsidP="0058646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BE5712">
        <w:rPr>
          <w:rFonts w:cs="Calibri"/>
          <w:sz w:val="24"/>
          <w:szCs w:val="24"/>
        </w:rPr>
        <w:t>Within Me</w:t>
      </w:r>
    </w:p>
    <w:p w:rsidR="009172B9" w:rsidRPr="00BE5712" w:rsidRDefault="009172B9" w:rsidP="0058646D">
      <w:pPr>
        <w:pStyle w:val="ListParagraph"/>
        <w:numPr>
          <w:ilvl w:val="0"/>
          <w:numId w:val="1"/>
        </w:numPr>
        <w:rPr>
          <w:rFonts w:cs="Calibri"/>
          <w:sz w:val="24"/>
          <w:szCs w:val="24"/>
        </w:rPr>
      </w:pPr>
      <w:r w:rsidRPr="00BE5712">
        <w:rPr>
          <w:rFonts w:cs="Calibri"/>
          <w:sz w:val="24"/>
          <w:szCs w:val="24"/>
        </w:rPr>
        <w:t>The Worlds Collide</w:t>
      </w:r>
    </w:p>
    <w:p w:rsidR="009172B9" w:rsidRPr="00BE5712" w:rsidRDefault="009172B9">
      <w:pPr>
        <w:rPr>
          <w:rFonts w:cs="Calibri"/>
          <w:b/>
          <w:sz w:val="28"/>
          <w:szCs w:val="28"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  <w:b/>
          <w:sz w:val="28"/>
          <w:szCs w:val="28"/>
        </w:rPr>
      </w:pPr>
      <w:r w:rsidRPr="00BE5712">
        <w:rPr>
          <w:rFonts w:cs="Calibri"/>
          <w:b/>
          <w:sz w:val="28"/>
          <w:szCs w:val="28"/>
        </w:rPr>
        <w:t>Lies Inside</w:t>
      </w:r>
    </w:p>
    <w:p w:rsidR="009172B9" w:rsidRPr="00BE5712" w:rsidRDefault="009172B9" w:rsidP="0058646D">
      <w:pPr>
        <w:spacing w:after="0" w:line="240" w:lineRule="auto"/>
        <w:rPr>
          <w:rFonts w:cs="Calibri"/>
          <w:b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  <w:b/>
        </w:rPr>
        <w:t>chorus</w:t>
      </w:r>
      <w:r w:rsidRPr="00BE5712">
        <w:rPr>
          <w:rFonts w:cs="Calibri"/>
        </w:rPr>
        <w:t>: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Your love makes me  feel alone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Realizing your awe has gone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Our binding ring...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Slaves my freedom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Hate yourself, don´t</w:t>
      </w:r>
      <w:r w:rsidRPr="00BE5712">
        <w:rPr>
          <w:rFonts w:cs="Calibri"/>
          <w:color w:val="FF0000"/>
        </w:rPr>
        <w:t xml:space="preserve"> </w:t>
      </w:r>
      <w:r w:rsidRPr="00BE5712">
        <w:rPr>
          <w:rFonts w:cs="Calibri"/>
        </w:rPr>
        <w:t xml:space="preserve">care 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About me or someone else</w:t>
      </w:r>
    </w:p>
    <w:p w:rsidR="009172B9" w:rsidRPr="00BE5712" w:rsidRDefault="009172B9" w:rsidP="0058646D">
      <w:pPr>
        <w:spacing w:after="0" w:line="240" w:lineRule="auto"/>
        <w:rPr>
          <w:rFonts w:cs="Calibri"/>
          <w:b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The punch of your fist makes me to close my eyes 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It makes me believ</w:t>
      </w:r>
      <w:r w:rsidRPr="00BE5712">
        <w:rPr>
          <w:rFonts w:cs="Calibri"/>
          <w:u w:val="single"/>
        </w:rPr>
        <w:t>e</w:t>
      </w:r>
      <w:r w:rsidRPr="00BE5712">
        <w:rPr>
          <w:rFonts w:cs="Calibri"/>
        </w:rPr>
        <w:t xml:space="preserve"> my inside is cold as ice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A spiked wire turned around my throat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Reflecting the blazing symbol of my oath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Wrenching tears flown down into my shaking palms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By smelling your breath (your breath) by my side</w:t>
      </w:r>
    </w:p>
    <w:p w:rsidR="009172B9" w:rsidRPr="00BE5712" w:rsidRDefault="009172B9" w:rsidP="0058646D">
      <w:pPr>
        <w:spacing w:after="0" w:line="240" w:lineRule="auto"/>
        <w:rPr>
          <w:rFonts w:cs="Calibri"/>
          <w:b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bridge: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Your tender caress on my scarry neck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Dropped by frantic punch convinces me you´re back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chorus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Hate yourself, don´t care 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About me or someone else</w:t>
      </w:r>
    </w:p>
    <w:p w:rsidR="009172B9" w:rsidRPr="00BE5712" w:rsidRDefault="009172B9" w:rsidP="0058646D">
      <w:pPr>
        <w:spacing w:after="0" w:line="240" w:lineRule="auto"/>
        <w:rPr>
          <w:rFonts w:cs="Calibri"/>
          <w:b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Someone else!!!!!!!!!!!!!!!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Isolation, low self-esteem, suffering and fucking more</w:t>
      </w:r>
      <w:r w:rsidRPr="00BE5712">
        <w:rPr>
          <w:rFonts w:cs="Calibri"/>
        </w:rPr>
        <w:br/>
        <w:t>You will never(you will never)understand it unless you've been through before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bridge: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You´re a tidal wave pulling me further in</w:t>
      </w:r>
      <w:r w:rsidRPr="00BE5712">
        <w:rPr>
          <w:rFonts w:cs="Calibri"/>
        </w:rPr>
        <w:br/>
        <w:t>I don't feel upto facing anyone or anything</w:t>
      </w:r>
      <w:r w:rsidRPr="00BE5712">
        <w:rPr>
          <w:rFonts w:cs="Calibri"/>
        </w:rPr>
        <w:br/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The place inside my mind, a place I like to hide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Another  kind of freedom to escape the pain inside</w:t>
      </w:r>
    </w:p>
    <w:p w:rsidR="009172B9" w:rsidRPr="00BE5712" w:rsidRDefault="009172B9" w:rsidP="0058646D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Your secret lies that you hide(I don´t want to find) </w:t>
      </w:r>
      <w:r w:rsidRPr="00BE5712">
        <w:rPr>
          <w:rFonts w:cs="Calibri"/>
        </w:rPr>
        <w:br/>
        <w:t>The place of screaming silence, the sound of shouting violence!!!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Style w:val="Strong"/>
          <w:rFonts w:ascii="Calibri" w:hAnsi="Calibri" w:cs="Calibri"/>
          <w:sz w:val="28"/>
          <w:szCs w:val="28"/>
        </w:rPr>
      </w:pP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Style w:val="Strong"/>
          <w:rFonts w:ascii="Calibri" w:hAnsi="Calibri" w:cs="Calibri"/>
          <w:sz w:val="28"/>
          <w:szCs w:val="28"/>
        </w:rPr>
      </w:pP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Style w:val="Strong"/>
          <w:rFonts w:ascii="Calibri" w:hAnsi="Calibri" w:cs="Calibri"/>
          <w:sz w:val="28"/>
          <w:szCs w:val="28"/>
        </w:rPr>
      </w:pPr>
      <w:r w:rsidRPr="00BE5712">
        <w:rPr>
          <w:rStyle w:val="Strong"/>
          <w:rFonts w:ascii="Calibri" w:hAnsi="Calibri" w:cs="Calibri"/>
          <w:sz w:val="28"/>
          <w:szCs w:val="28"/>
        </w:rPr>
        <w:t>We Are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Alright!!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We are like black and white,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Something sad but it makes you laugh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We are that abstract peal  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Like a threat that is fucking real!!!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Like a strain, we can induce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We´re the vice you can´t traduce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Something that brings up the pulse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The impulse you can´t repulse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WeARE, WeARE, WeARE, WeARE!!!!!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Style w:val="Strong"/>
          <w:rFonts w:ascii="Calibri" w:hAnsi="Calibri" w:cs="Calibri"/>
          <w:sz w:val="22"/>
          <w:szCs w:val="22"/>
        </w:rPr>
        <w:t>chorus: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We are something that will not conform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Something that you can´t control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And we don´t care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Whether we´re for you indole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More, more just  don´t  stop and pull the plug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Just go,  just  show,  just  prove us you´re  motherfucking thug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We are the noise pulling the calm out your head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Unlock your mind and let fly your mental torment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Destroy and go, just break the limits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Push away people, thay are so wicked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Ready? Come on! Don´t wait, wrest it!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Show you´re thug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Just don´t stop and pull that motherfucking plug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Style w:val="Strong"/>
          <w:rFonts w:ascii="Calibri" w:hAnsi="Calibri" w:cs="Calibri"/>
          <w:sz w:val="22"/>
          <w:szCs w:val="22"/>
        </w:rPr>
      </w:pP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Style w:val="Strong"/>
          <w:rFonts w:ascii="Calibri" w:hAnsi="Calibri" w:cs="Calibri"/>
          <w:sz w:val="22"/>
          <w:szCs w:val="22"/>
        </w:rPr>
        <w:t>chorus</w:t>
      </w: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9172B9" w:rsidRPr="00BE5712" w:rsidRDefault="009172B9" w:rsidP="0058646D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WeARE, WeARE, WeARE, WeARE!!!!</w:t>
      </w:r>
    </w:p>
    <w:p w:rsidR="009172B9" w:rsidRPr="00BE5712" w:rsidRDefault="009172B9">
      <w:pPr>
        <w:rPr>
          <w:rFonts w:cs="Calibri"/>
          <w:b/>
          <w:sz w:val="28"/>
          <w:szCs w:val="28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  <w:sz w:val="28"/>
          <w:szCs w:val="28"/>
        </w:rPr>
      </w:pPr>
      <w:r w:rsidRPr="00BE5712">
        <w:rPr>
          <w:rFonts w:cs="Calibri"/>
          <w:b/>
          <w:sz w:val="28"/>
          <w:szCs w:val="28"/>
        </w:rPr>
        <w:t>Absorbed to Core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chorus: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Absorbed to core and lost in thought </w:t>
      </w:r>
      <w:r w:rsidRPr="00BE5712">
        <w:rPr>
          <w:rFonts w:cs="Calibri"/>
        </w:rPr>
        <w:br/>
        <w:t xml:space="preserve">Laying on the floor, waiting to rot </w:t>
      </w:r>
      <w:r w:rsidRPr="00BE5712">
        <w:rPr>
          <w:rFonts w:cs="Calibri"/>
        </w:rPr>
        <w:br/>
        <w:t xml:space="preserve">Sought for help but nobody cares </w:t>
      </w:r>
      <w:r w:rsidRPr="00BE5712">
        <w:rPr>
          <w:rFonts w:cs="Calibri"/>
        </w:rPr>
        <w:br/>
        <w:t xml:space="preserve">Cold and scared, followed by disgusted 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Stares!!!!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You're beginning to look like the beggining of the end </w:t>
      </w:r>
      <w:r w:rsidRPr="00BE5712">
        <w:rPr>
          <w:rFonts w:cs="Calibri"/>
        </w:rPr>
        <w:br/>
        <w:t xml:space="preserve">Frantically searching for your „friend“ </w:t>
      </w:r>
      <w:r w:rsidRPr="00BE5712">
        <w:rPr>
          <w:rFonts w:cs="Calibri"/>
        </w:rPr>
        <w:br/>
        <w:t xml:space="preserve">Under the couch or table </w:t>
      </w:r>
      <w:r w:rsidRPr="00BE5712">
        <w:rPr>
          <w:rFonts w:cs="Calibri"/>
        </w:rPr>
        <w:br/>
        <w:t>Another taste, another label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Never enough, you need much more </w:t>
      </w:r>
      <w:r w:rsidRPr="00BE5712">
        <w:rPr>
          <w:rFonts w:cs="Calibri"/>
        </w:rPr>
        <w:br/>
        <w:t>Shut and lock the door...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More...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The sweet taste you'll always crave  </w:t>
      </w:r>
      <w:r w:rsidRPr="00BE5712">
        <w:rPr>
          <w:rFonts w:cs="Calibri"/>
        </w:rPr>
        <w:br/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It owns you and will devour you whole </w:t>
      </w:r>
      <w:r w:rsidRPr="00BE5712">
        <w:rPr>
          <w:rFonts w:cs="Calibri"/>
        </w:rPr>
        <w:br/>
        <w:t xml:space="preserve">Pathetic, you have sold your soul 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You can't get out, you can't escape</w:t>
      </w:r>
      <w:r w:rsidRPr="00BE5712">
        <w:rPr>
          <w:rFonts w:cs="Calibri"/>
        </w:rPr>
        <w:br/>
        <w:t xml:space="preserve">Just one more I want to taste </w:t>
      </w:r>
      <w:r w:rsidRPr="00BE5712">
        <w:rPr>
          <w:rFonts w:cs="Calibri"/>
        </w:rPr>
        <w:br/>
        <w:t>Ugly, sick and  head full of shit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Please give me more, just one more hit!!! 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chorus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chorus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Save me...Save me...Save me....</w:t>
      </w:r>
    </w:p>
    <w:p w:rsidR="009172B9" w:rsidRPr="00BE5712" w:rsidRDefault="009172B9">
      <w:pPr>
        <w:rPr>
          <w:rFonts w:cs="Calibri"/>
          <w:b/>
          <w:sz w:val="28"/>
          <w:szCs w:val="28"/>
        </w:rPr>
      </w:pP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Style w:val="Strong"/>
          <w:rFonts w:ascii="Calibri" w:hAnsi="Calibri" w:cs="Calibri"/>
          <w:sz w:val="28"/>
          <w:szCs w:val="28"/>
        </w:rPr>
      </w:pPr>
      <w:r w:rsidRPr="00BE5712">
        <w:rPr>
          <w:rStyle w:val="Strong"/>
          <w:rFonts w:ascii="Calibri" w:hAnsi="Calibri" w:cs="Calibri"/>
          <w:sz w:val="28"/>
          <w:szCs w:val="28"/>
        </w:rPr>
        <w:t>Burn My Soul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When I´m looking at your sky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Watching all those silent clouds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Void fills the flowing mind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As if  it was borrowed from the night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Borrowed from the night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I´m standing in here all alone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To see the lying truth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With hopeless rain that burns me (burns me) whole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And sight that thrusts me through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Style w:val="Strong"/>
          <w:rFonts w:ascii="Calibri" w:hAnsi="Calibri" w:cs="Calibri"/>
          <w:sz w:val="22"/>
          <w:szCs w:val="22"/>
        </w:rPr>
      </w:pP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Style w:val="Strong"/>
          <w:rFonts w:ascii="Calibri" w:hAnsi="Calibri" w:cs="Calibri"/>
          <w:sz w:val="22"/>
          <w:szCs w:val="22"/>
        </w:rPr>
        <w:t>chorus: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Burn my visions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Burn my eyes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Burn my soul and burn me whole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Growing fire, dancing in the well of sorrow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The day will die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New dawn will never rise for my sky!!!!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Now the sky is crying fading stars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Flames light those silent nights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Ashes to ashes and dust to dust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I wish I´d never seen this sight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Flames</w:t>
      </w:r>
      <w:r w:rsidRPr="00BE5712">
        <w:rPr>
          <w:rFonts w:ascii="Calibri" w:hAnsi="Calibri" w:cs="Calibri"/>
          <w:sz w:val="22"/>
          <w:szCs w:val="22"/>
        </w:rPr>
        <w:t xml:space="preserve"> in my soul I bore  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Long after it  burns no more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Listen! For the void profound  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Is overflowing with the sound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of the weeping sky...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Style w:val="Strong"/>
          <w:rFonts w:ascii="Calibri" w:hAnsi="Calibri" w:cs="Calibri"/>
          <w:sz w:val="22"/>
          <w:szCs w:val="22"/>
        </w:rPr>
      </w:pP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Style w:val="Strong"/>
          <w:rFonts w:ascii="Calibri" w:hAnsi="Calibri" w:cs="Calibri"/>
          <w:sz w:val="22"/>
          <w:szCs w:val="22"/>
        </w:rPr>
        <w:t>chorus</w:t>
      </w:r>
    </w:p>
    <w:p w:rsidR="009172B9" w:rsidRPr="00BE5712" w:rsidRDefault="009172B9">
      <w:pPr>
        <w:rPr>
          <w:rFonts w:cs="Calibri"/>
          <w:b/>
          <w:sz w:val="28"/>
          <w:szCs w:val="28"/>
        </w:rPr>
      </w:pP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b/>
          <w:sz w:val="28"/>
          <w:szCs w:val="28"/>
        </w:rPr>
      </w:pPr>
      <w:r w:rsidRPr="00BE5712">
        <w:rPr>
          <w:rFonts w:ascii="Calibri" w:hAnsi="Calibri" w:cs="Calibri"/>
          <w:b/>
          <w:sz w:val="28"/>
          <w:szCs w:val="28"/>
        </w:rPr>
        <w:t>Two Of Me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</w:rPr>
      </w:pP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All begins at the head of the river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Origin of futile defect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Genesis, virtuous weakness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Drowning you in the crowd of your enemies!!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You wanted in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Now your´re here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Chased by fear (chased by faceless fear)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That flows within you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Style w:val="Strong"/>
          <w:rFonts w:ascii="Calibri" w:hAnsi="Calibri" w:cs="Calibri"/>
          <w:sz w:val="22"/>
          <w:szCs w:val="22"/>
        </w:rPr>
        <w:t>chorus: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Flow!!!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The infection of the human race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Far away, so far away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Eyes of your broken inocence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Blood!!!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So wild, so cold and sly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Infected river, contaminated blood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Please don´t do it , don´t cry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You´ll run dry...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You wanted in, now you´re here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Driven by hate, consumed by fear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Emotional response to the threat an danger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Change your fear, show your useless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Anger!!!!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I scare myself I just can´t let it flow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Don´t know the reason!!!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I scare myself!!!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You fuck off now!!!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Endless confusion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Two of me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Forgotten being of disharmony!!!!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There´s no hope left for me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It´s over now!!!</w:t>
      </w: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Style w:val="Strong"/>
          <w:rFonts w:ascii="Calibri" w:hAnsi="Calibri" w:cs="Calibri"/>
          <w:sz w:val="22"/>
          <w:szCs w:val="22"/>
        </w:rPr>
      </w:pPr>
    </w:p>
    <w:p w:rsidR="009172B9" w:rsidRPr="00BE5712" w:rsidRDefault="009172B9" w:rsidP="00BE5712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Style w:val="Strong"/>
          <w:rFonts w:ascii="Calibri" w:hAnsi="Calibri" w:cs="Calibri"/>
          <w:sz w:val="22"/>
          <w:szCs w:val="22"/>
        </w:rPr>
        <w:t>chorus</w:t>
      </w:r>
    </w:p>
    <w:p w:rsidR="009172B9" w:rsidRPr="00BE5712" w:rsidRDefault="009172B9">
      <w:pPr>
        <w:rPr>
          <w:rFonts w:cs="Calibri"/>
          <w:b/>
          <w:sz w:val="28"/>
          <w:szCs w:val="28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  <w:sz w:val="28"/>
          <w:szCs w:val="28"/>
        </w:rPr>
      </w:pPr>
      <w:r w:rsidRPr="00BE5712">
        <w:rPr>
          <w:rFonts w:cs="Calibri"/>
          <w:b/>
          <w:sz w:val="28"/>
          <w:szCs w:val="28"/>
        </w:rPr>
        <w:t>Be It My Will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Your face such a mirror that reveals me what I hate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(why) Did I think I could find myself in fighting against fate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 felt flesh of wrath, crawling memories everywhere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dead pan body, freezing heart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burning tears tearing my soul apart!!!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Be it my will!!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Nothing will, nothing´ll save me before the eyes of death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There´s a storm, dreadful rain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Beads of fear fall deep inside my head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No more strain, never again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My soul is rambling and spreading hate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Be it my will!!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bridge: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Freezing water, forrest stream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Carries all my sins away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Painful present of agony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Make my past and future gray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Make my past and future (future) gray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chorus: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Coldness felt in blind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Cast up gone out my eyes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Unleashed struggle with my mind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Nothing can force me to lose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My fucking warheart!!!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chorus</w:t>
      </w:r>
    </w:p>
    <w:p w:rsidR="009172B9" w:rsidRPr="00BE5712" w:rsidRDefault="009172B9" w:rsidP="00BE5712">
      <w:pPr>
        <w:spacing w:after="0" w:line="240" w:lineRule="auto"/>
        <w:rPr>
          <w:rFonts w:cs="Calibri"/>
          <w:b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bridge</w:t>
      </w:r>
    </w:p>
    <w:p w:rsidR="009172B9" w:rsidRPr="00BE5712" w:rsidRDefault="009172B9">
      <w:pPr>
        <w:rPr>
          <w:rFonts w:cs="Calibri"/>
          <w:b/>
          <w:sz w:val="28"/>
          <w:szCs w:val="28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  <w:sz w:val="28"/>
          <w:szCs w:val="28"/>
        </w:rPr>
      </w:pPr>
      <w:r w:rsidRPr="00BE5712">
        <w:rPr>
          <w:rFonts w:cs="Calibri"/>
          <w:b/>
          <w:sz w:val="28"/>
          <w:szCs w:val="28"/>
        </w:rPr>
        <w:t>Within Me</w:t>
      </w:r>
    </w:p>
    <w:p w:rsidR="009172B9" w:rsidRPr="00BE5712" w:rsidRDefault="009172B9" w:rsidP="00BE5712">
      <w:pPr>
        <w:spacing w:after="0" w:line="240" w:lineRule="auto"/>
        <w:rPr>
          <w:rFonts w:cs="Calibri"/>
          <w:b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Beast lurks within me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 can hear It´s calling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Beast lurks within me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The last drop is falling 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Now!!!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Tell me what is this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>
        <w:rPr>
          <w:rFonts w:cs="Calibri"/>
        </w:rPr>
        <w:t>I can</w:t>
      </w:r>
      <w:r w:rsidRPr="00BE5712">
        <w:rPr>
          <w:rFonts w:cs="Calibri"/>
        </w:rPr>
        <w:t>not fight it anymore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So say what is this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Out of this world raging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Beast lurks within me 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 can hear it´s calling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Beast lurks within me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The power overcoming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>
        <w:rPr>
          <w:rFonts w:cs="Calibri"/>
        </w:rPr>
        <w:t>Me</w:t>
      </w:r>
      <w:r w:rsidRPr="00BE5712">
        <w:rPr>
          <w:rFonts w:cs="Calibri"/>
        </w:rPr>
        <w:t>!!!!!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chorus: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 wasn´t able to stop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To think about the bunch of consequences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In vain I´m searching for cause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Can´t forgive myself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Why!!!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Kic</w:t>
      </w:r>
      <w:r>
        <w:rPr>
          <w:rFonts w:cs="Calibri"/>
        </w:rPr>
        <w:t>k</w:t>
      </w:r>
      <w:r w:rsidRPr="00BE5712">
        <w:rPr>
          <w:rFonts w:cs="Calibri"/>
        </w:rPr>
        <w:t xml:space="preserve"> in the head, punch in the face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Swallow pain and disgrace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Get out from here, this is my place</w:t>
      </w:r>
    </w:p>
    <w:p w:rsidR="009172B9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Suffering, halucination, mind full of determination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Grapped a rock, throw it at him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Out of my place, my skin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Terror, wrath inflicted on him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It´s a complete devastation, hell is my own destination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chorus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Dirt on my hands, what have I done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Fear, dispair which I feel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Piercing through my flesh like razor sharp knife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My own conscious is killing me!!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 have hurt the ones I loved, the ones I hated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Deep wound I have in my soul,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I´m the one who made it.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I´m the one who made it!!!</w:t>
      </w:r>
    </w:p>
    <w:p w:rsidR="009172B9" w:rsidRPr="00BE5712" w:rsidRDefault="009172B9" w:rsidP="00BE5712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Tell me why!!!</w:t>
      </w:r>
    </w:p>
    <w:p w:rsidR="009172B9" w:rsidRPr="00BE5712" w:rsidRDefault="009172B9">
      <w:pPr>
        <w:rPr>
          <w:rFonts w:cs="Calibri"/>
          <w:b/>
          <w:sz w:val="28"/>
          <w:szCs w:val="28"/>
        </w:rPr>
      </w:pPr>
    </w:p>
    <w:p w:rsidR="009172B9" w:rsidRPr="00BE5712" w:rsidRDefault="009172B9">
      <w:pPr>
        <w:rPr>
          <w:rFonts w:cs="Calibri"/>
          <w:b/>
          <w:sz w:val="28"/>
          <w:szCs w:val="28"/>
        </w:rPr>
      </w:pPr>
      <w:r w:rsidRPr="00BE5712">
        <w:rPr>
          <w:rFonts w:cs="Calibri"/>
          <w:b/>
          <w:sz w:val="28"/>
          <w:szCs w:val="28"/>
        </w:rPr>
        <w:t>The Worlds Collide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Bloody lights in endless night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Abolished by day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Emptyness and nothingness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I´ve got to run away (run away)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Followed tears and sorrow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I´ve seen worlds decay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Let it leave and be no more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Forever you will stay 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Wake Up!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Free YOur Mind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Of the World Ruled By Death And Cruelty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Wake Up!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Dont Be Afraid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Your Visions Are Far From Reality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Empty room with the silent throne of ice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Dying once again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 can see her standing there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We all fall to remain (there´s life to drain)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Crawling sounds of crying (CRYING!!!)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Quietly flows the time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Sudden voice of soul long dead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FROM NOW ON YOU´LL BE MINE!!!!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Wake Up!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>
        <w:rPr>
          <w:rFonts w:cs="Calibri"/>
        </w:rPr>
        <w:t>Free Yo</w:t>
      </w:r>
      <w:r w:rsidRPr="00BE5712">
        <w:rPr>
          <w:rFonts w:cs="Calibri"/>
        </w:rPr>
        <w:t>ur Mind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Of the World Ruled By Death and Fools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Give Up!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Oh, Be Afraid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The Visions You See Are True 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Drowning in Pain you´ll stay here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Forever and ever and ever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You´ll be alone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SEE IT! HEAR IT! FEEL IT!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CRY!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Listen to despair of those who were embraced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FIGHT IT! BEAT IT! LOSE IT! DIE!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Why (are) you still ALIVE?!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Cry out! Fear the neverending agony!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  <w:b/>
        </w:rPr>
      </w:pPr>
      <w:r w:rsidRPr="00BE5712">
        <w:rPr>
          <w:rFonts w:cs="Calibri"/>
          <w:b/>
        </w:rPr>
        <w:t>chorus: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The air is cold and her face is pale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 just cannot believe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That there´s nothing left to do but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Accept this fate unreal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Someone just has to go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Oh, the sacrifice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But I will never be the one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Will I win or...You will FAIL!!!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The air is cold and her face is pale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 just cannot believe (BELIEVE!)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That there´s nothing left to do but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Accept this fate unreal (FATE UNREAL!)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Someone just has to go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Oh, the sacrifice (YOU´LL GO!)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 xml:space="preserve">But I will never be the one (JUST DIE!) 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Will I win or will I fail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I have never been that sure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That tonight i´ll be free again...once again...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  <w:r w:rsidRPr="00BE5712">
        <w:rPr>
          <w:rFonts w:cs="Calibri"/>
        </w:rPr>
        <w:t>Yet all was in vain...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  <w:b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  <w:b/>
        </w:rPr>
      </w:pPr>
    </w:p>
    <w:p w:rsidR="009172B9" w:rsidRDefault="009172B9" w:rsidP="00464F75">
      <w:pPr>
        <w:tabs>
          <w:tab w:val="left" w:pos="2520"/>
        </w:tabs>
        <w:spacing w:after="0" w:line="240" w:lineRule="auto"/>
      </w:pPr>
      <w:r w:rsidRPr="001F2F13">
        <w:rPr>
          <w:b/>
        </w:rPr>
        <w:t>Inner Response</w:t>
      </w:r>
      <w:r>
        <w:t xml:space="preserve"> are: </w:t>
      </w:r>
      <w:r>
        <w:tab/>
        <w:t>Peter Knietel – vocals</w:t>
      </w:r>
    </w:p>
    <w:p w:rsidR="009172B9" w:rsidRDefault="009172B9" w:rsidP="00464F75">
      <w:pPr>
        <w:tabs>
          <w:tab w:val="left" w:pos="2520"/>
        </w:tabs>
        <w:spacing w:after="0" w:line="240" w:lineRule="auto"/>
      </w:pPr>
      <w:r>
        <w:tab/>
        <w:t>Juraj(Fuňa) Bučko – guitars</w:t>
      </w:r>
    </w:p>
    <w:p w:rsidR="009172B9" w:rsidRDefault="009172B9" w:rsidP="00464F75">
      <w:pPr>
        <w:tabs>
          <w:tab w:val="left" w:pos="2520"/>
        </w:tabs>
        <w:spacing w:after="0" w:line="240" w:lineRule="auto"/>
      </w:pPr>
      <w:r>
        <w:tab/>
        <w:t>Peter Kmeč – guitars</w:t>
      </w:r>
    </w:p>
    <w:p w:rsidR="009172B9" w:rsidRDefault="009172B9" w:rsidP="00464F75">
      <w:pPr>
        <w:tabs>
          <w:tab w:val="left" w:pos="2520"/>
        </w:tabs>
        <w:spacing w:after="0" w:line="240" w:lineRule="auto"/>
      </w:pPr>
      <w:r>
        <w:tab/>
        <w:t>Katka Štesková – bass guitar</w:t>
      </w:r>
    </w:p>
    <w:p w:rsidR="009172B9" w:rsidRDefault="009172B9" w:rsidP="00464F75">
      <w:pPr>
        <w:tabs>
          <w:tab w:val="left" w:pos="2520"/>
        </w:tabs>
        <w:spacing w:after="0" w:line="240" w:lineRule="auto"/>
      </w:pPr>
      <w:r>
        <w:tab/>
        <w:t>„Robo“ – drums</w:t>
      </w:r>
    </w:p>
    <w:p w:rsidR="009172B9" w:rsidRDefault="009172B9" w:rsidP="00464F75">
      <w:pPr>
        <w:tabs>
          <w:tab w:val="left" w:pos="2520"/>
        </w:tabs>
        <w:spacing w:after="0" w:line="240" w:lineRule="auto"/>
      </w:pPr>
    </w:p>
    <w:p w:rsidR="009172B9" w:rsidRDefault="009172B9" w:rsidP="00464F75">
      <w:pPr>
        <w:tabs>
          <w:tab w:val="left" w:pos="2520"/>
        </w:tabs>
        <w:spacing w:after="0" w:line="240" w:lineRule="auto"/>
      </w:pPr>
      <w:r w:rsidRPr="001F2F13">
        <w:rPr>
          <w:b/>
        </w:rPr>
        <w:t>Recorded</w:t>
      </w:r>
      <w:r>
        <w:t>: Fuňa home studio</w:t>
      </w:r>
    </w:p>
    <w:p w:rsidR="009172B9" w:rsidRDefault="009172B9" w:rsidP="00464F75">
      <w:pPr>
        <w:tabs>
          <w:tab w:val="left" w:pos="2520"/>
        </w:tabs>
        <w:spacing w:after="0" w:line="240" w:lineRule="auto"/>
      </w:pPr>
      <w:r>
        <w:rPr>
          <w:b/>
        </w:rPr>
        <w:t>Mixed</w:t>
      </w:r>
      <w:r>
        <w:t xml:space="preserve">: Róbert Čunderlík </w:t>
      </w:r>
    </w:p>
    <w:p w:rsidR="009172B9" w:rsidRDefault="009172B9" w:rsidP="00464F75">
      <w:pPr>
        <w:tabs>
          <w:tab w:val="left" w:pos="2520"/>
        </w:tabs>
        <w:spacing w:after="0" w:line="240" w:lineRule="auto"/>
      </w:pPr>
      <w:r>
        <w:rPr>
          <w:b/>
        </w:rPr>
        <w:t>Mastering</w:t>
      </w:r>
      <w:r>
        <w:t xml:space="preserve">: Róbert Čunderlík </w:t>
      </w:r>
    </w:p>
    <w:p w:rsidR="009172B9" w:rsidRDefault="009172B9" w:rsidP="00464F75">
      <w:pPr>
        <w:tabs>
          <w:tab w:val="left" w:pos="2520"/>
        </w:tabs>
        <w:spacing w:after="0" w:line="240" w:lineRule="auto"/>
      </w:pPr>
    </w:p>
    <w:p w:rsidR="009172B9" w:rsidRDefault="009172B9" w:rsidP="00464F75">
      <w:pPr>
        <w:tabs>
          <w:tab w:val="left" w:pos="2520"/>
        </w:tabs>
        <w:spacing w:after="0" w:line="240" w:lineRule="auto"/>
      </w:pPr>
      <w:r>
        <w:rPr>
          <w:b/>
        </w:rPr>
        <w:t xml:space="preserve">Cover art: </w:t>
      </w:r>
      <w:r>
        <w:t>Lumír Palovský</w:t>
      </w:r>
    </w:p>
    <w:p w:rsidR="009172B9" w:rsidRPr="00EE1794" w:rsidRDefault="009172B9" w:rsidP="00464F75">
      <w:pPr>
        <w:tabs>
          <w:tab w:val="left" w:pos="2520"/>
        </w:tabs>
        <w:spacing w:after="0" w:line="240" w:lineRule="auto"/>
      </w:pPr>
      <w:r>
        <w:rPr>
          <w:b/>
        </w:rPr>
        <w:t xml:space="preserve">Cover design: </w:t>
      </w:r>
      <w:r>
        <w:t>Matúš</w:t>
      </w:r>
    </w:p>
    <w:p w:rsidR="009172B9" w:rsidRDefault="009172B9" w:rsidP="00464F75">
      <w:pPr>
        <w:tabs>
          <w:tab w:val="left" w:pos="2520"/>
        </w:tabs>
        <w:spacing w:after="0" w:line="240" w:lineRule="auto"/>
      </w:pPr>
    </w:p>
    <w:p w:rsidR="009172B9" w:rsidRDefault="009172B9" w:rsidP="00464F75">
      <w:pPr>
        <w:tabs>
          <w:tab w:val="left" w:pos="2520"/>
        </w:tabs>
        <w:spacing w:after="0" w:line="240" w:lineRule="auto"/>
      </w:pPr>
    </w:p>
    <w:p w:rsidR="009172B9" w:rsidRDefault="009172B9" w:rsidP="00464F75">
      <w:pPr>
        <w:tabs>
          <w:tab w:val="left" w:pos="2520"/>
        </w:tabs>
        <w:spacing w:after="0" w:line="240" w:lineRule="auto"/>
      </w:pPr>
      <w:r>
        <w:t>We would also like to express our greatest gratitude to Mr. Róbert Čunderlík, whose help was priceless in all stages of the recording process. Thank you.</w:t>
      </w:r>
    </w:p>
    <w:p w:rsidR="009172B9" w:rsidRDefault="009172B9" w:rsidP="00464F75">
      <w:pPr>
        <w:tabs>
          <w:tab w:val="left" w:pos="2520"/>
        </w:tabs>
        <w:spacing w:after="0" w:line="240" w:lineRule="auto"/>
      </w:pPr>
      <w:r>
        <w:t xml:space="preserve">IR also thanks all the families and friends for the support of our band, even though it took almost eternity to publish this record. </w:t>
      </w:r>
    </w:p>
    <w:p w:rsidR="009172B9" w:rsidRPr="001F2F13" w:rsidRDefault="009172B9" w:rsidP="00464F75">
      <w:pPr>
        <w:tabs>
          <w:tab w:val="left" w:pos="2520"/>
        </w:tabs>
        <w:spacing w:after="0" w:line="240" w:lineRule="auto"/>
      </w:pPr>
      <w:r>
        <w:t>And thank to our fans and all the people who are yet to become our fans</w:t>
      </w:r>
      <w:r>
        <w:sym w:font="Wingdings" w:char="F04A"/>
      </w:r>
      <w:r>
        <w:t>. It is you we are doing this for!</w:t>
      </w:r>
    </w:p>
    <w:p w:rsidR="009172B9" w:rsidRPr="00BE5712" w:rsidRDefault="009172B9" w:rsidP="00DD26A0">
      <w:pPr>
        <w:spacing w:after="0" w:line="240" w:lineRule="auto"/>
        <w:rPr>
          <w:rFonts w:cs="Calibri"/>
          <w:b/>
        </w:rPr>
      </w:pP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p w:rsidR="009172B9" w:rsidRPr="00BE5712" w:rsidRDefault="009172B9" w:rsidP="0056593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56593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E5712">
        <w:rPr>
          <w:rFonts w:ascii="Calibri" w:hAnsi="Calibri" w:cs="Calibri"/>
          <w:sz w:val="22"/>
          <w:szCs w:val="22"/>
        </w:rPr>
        <w:t> </w:t>
      </w:r>
    </w:p>
    <w:p w:rsidR="009172B9" w:rsidRPr="00BE5712" w:rsidRDefault="009172B9" w:rsidP="00DD26A0">
      <w:pPr>
        <w:spacing w:after="0" w:line="240" w:lineRule="auto"/>
        <w:rPr>
          <w:rFonts w:cs="Calibri"/>
        </w:rPr>
      </w:pPr>
    </w:p>
    <w:sectPr w:rsidR="009172B9" w:rsidRPr="00BE5712" w:rsidSect="00EB2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46200"/>
    <w:multiLevelType w:val="hybridMultilevel"/>
    <w:tmpl w:val="89AABD5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6A0"/>
    <w:rsid w:val="00021744"/>
    <w:rsid w:val="0008404C"/>
    <w:rsid w:val="000D0AE0"/>
    <w:rsid w:val="001717EF"/>
    <w:rsid w:val="001D00AD"/>
    <w:rsid w:val="001F2F13"/>
    <w:rsid w:val="001F741D"/>
    <w:rsid w:val="00284BF2"/>
    <w:rsid w:val="002C5B83"/>
    <w:rsid w:val="003D4C6C"/>
    <w:rsid w:val="00464F75"/>
    <w:rsid w:val="00486BDC"/>
    <w:rsid w:val="004A5C31"/>
    <w:rsid w:val="00565937"/>
    <w:rsid w:val="0058646D"/>
    <w:rsid w:val="00593037"/>
    <w:rsid w:val="005A6EC4"/>
    <w:rsid w:val="00645AFF"/>
    <w:rsid w:val="006A6611"/>
    <w:rsid w:val="00701E23"/>
    <w:rsid w:val="007D02FB"/>
    <w:rsid w:val="008866FA"/>
    <w:rsid w:val="00905154"/>
    <w:rsid w:val="00906177"/>
    <w:rsid w:val="009172B9"/>
    <w:rsid w:val="009C2466"/>
    <w:rsid w:val="009D2FB1"/>
    <w:rsid w:val="00AD4538"/>
    <w:rsid w:val="00AE07C1"/>
    <w:rsid w:val="00B21477"/>
    <w:rsid w:val="00BA0A67"/>
    <w:rsid w:val="00BD5C77"/>
    <w:rsid w:val="00BE5712"/>
    <w:rsid w:val="00D948B5"/>
    <w:rsid w:val="00DD26A0"/>
    <w:rsid w:val="00E64430"/>
    <w:rsid w:val="00E96204"/>
    <w:rsid w:val="00EB2C5C"/>
    <w:rsid w:val="00EE1794"/>
    <w:rsid w:val="00F00883"/>
    <w:rsid w:val="00F51F97"/>
    <w:rsid w:val="00FB2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5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659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Strong">
    <w:name w:val="Strong"/>
    <w:basedOn w:val="DefaultParagraphFont"/>
    <w:uiPriority w:val="99"/>
    <w:qFormat/>
    <w:rsid w:val="00565937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5864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1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8</Pages>
  <Words>1264</Words>
  <Characters>7209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Tracklist</dc:title>
  <dc:subject/>
  <dc:creator>Morgothean</dc:creator>
  <cp:keywords/>
  <dc:description/>
  <cp:lastModifiedBy>Peter</cp:lastModifiedBy>
  <cp:revision>2</cp:revision>
  <dcterms:created xsi:type="dcterms:W3CDTF">2010-07-30T09:04:00Z</dcterms:created>
  <dcterms:modified xsi:type="dcterms:W3CDTF">2010-07-30T09:04:00Z</dcterms:modified>
</cp:coreProperties>
</file>